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1C" w:rsidRPr="00B714DF" w:rsidRDefault="007A6CEB" w:rsidP="00B62B77">
      <w:pPr>
        <w:jc w:val="center"/>
        <w:rPr>
          <w:rFonts w:cs="Arial"/>
          <w:sz w:val="24"/>
          <w:szCs w:val="24"/>
        </w:rPr>
      </w:pPr>
      <w:r>
        <w:rPr>
          <w:rFonts w:cs="Arial"/>
          <w:b/>
          <w:noProof/>
          <w:color w:val="0000FF"/>
          <w:sz w:val="72"/>
          <w:szCs w:val="72"/>
        </w:rPr>
        <w:drawing>
          <wp:inline distT="0" distB="0" distL="0" distR="0">
            <wp:extent cx="952500" cy="952500"/>
            <wp:effectExtent l="19050" t="0" r="0" b="0"/>
            <wp:docPr id="5" name="Picture 5" descr="C:\Documents and Settings\MComer\My Documents\My Pictures\TT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Comer\My Documents\My Pictures\TT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21C" w:rsidRPr="00B714DF" w:rsidRDefault="00AA1FAF">
      <w:pPr>
        <w:jc w:val="center"/>
        <w:rPr>
          <w:b/>
          <w:color w:val="333399"/>
          <w:sz w:val="48"/>
          <w:szCs w:val="48"/>
        </w:rPr>
      </w:pPr>
      <w:r>
        <w:rPr>
          <w:b/>
          <w:color w:val="333399"/>
          <w:sz w:val="48"/>
          <w:szCs w:val="48"/>
        </w:rPr>
        <w:t>College of Education</w:t>
      </w:r>
    </w:p>
    <w:p w:rsidR="009C021C" w:rsidRPr="00B714DF" w:rsidRDefault="009A6B1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9" o:spid="_x0000_s1026" style="position:absolute;left:0;text-align:left;margin-left:0;margin-top:12.6pt;width:441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" fillcolor="#181847">
            <v:fill color2="#339" rotate="t" focus="50%" type="gradient"/>
          </v:rect>
        </w:pict>
      </w:r>
    </w:p>
    <w:p w:rsidR="009C021C" w:rsidRPr="00B714DF" w:rsidRDefault="009C021C">
      <w:pPr>
        <w:rPr>
          <w:sz w:val="24"/>
          <w:szCs w:val="24"/>
        </w:rPr>
      </w:pPr>
    </w:p>
    <w:p w:rsidR="00C80D7F" w:rsidRPr="007A6CEB" w:rsidRDefault="00AA1FAF" w:rsidP="00BD5F6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Jessica Forgety</w:t>
      </w:r>
    </w:p>
    <w:p w:rsidR="00C80D7F" w:rsidRPr="007A6CEB" w:rsidRDefault="00BD5F69" w:rsidP="00BD5F69">
      <w:pPr>
        <w:rPr>
          <w:rFonts w:cs="Arial"/>
          <w:b/>
          <w:sz w:val="22"/>
          <w:szCs w:val="22"/>
        </w:rPr>
      </w:pPr>
      <w:r w:rsidRPr="007A6CEB">
        <w:rPr>
          <w:rFonts w:ascii="Arial" w:hAnsi="Arial" w:cs="Arial"/>
          <w:sz w:val="22"/>
          <w:szCs w:val="22"/>
        </w:rPr>
        <w:t>Tennessee Tech University</w:t>
      </w:r>
    </w:p>
    <w:p w:rsidR="00C80D7F" w:rsidRPr="007A6CEB" w:rsidRDefault="00BD5F69" w:rsidP="00BD5F69">
      <w:pPr>
        <w:rPr>
          <w:rFonts w:cs="Arial"/>
          <w:b/>
          <w:sz w:val="22"/>
          <w:szCs w:val="22"/>
        </w:rPr>
      </w:pPr>
      <w:r w:rsidRPr="007A6CEB">
        <w:rPr>
          <w:rFonts w:ascii="Arial" w:hAnsi="Arial" w:cs="Arial"/>
          <w:sz w:val="22"/>
          <w:szCs w:val="22"/>
        </w:rPr>
        <w:t>@RSCC 701 Briarcliff Avenue</w:t>
      </w:r>
    </w:p>
    <w:p w:rsidR="00C80D7F" w:rsidRPr="007A6CEB" w:rsidRDefault="00BD5F69" w:rsidP="00BD5F69">
      <w:pPr>
        <w:spacing w:after="120"/>
        <w:rPr>
          <w:rFonts w:ascii="Arial" w:hAnsi="Arial" w:cs="Arial"/>
          <w:sz w:val="22"/>
          <w:szCs w:val="22"/>
        </w:rPr>
      </w:pPr>
      <w:r w:rsidRPr="007A6CEB">
        <w:rPr>
          <w:rFonts w:ascii="Arial" w:hAnsi="Arial" w:cs="Arial"/>
          <w:sz w:val="22"/>
          <w:szCs w:val="22"/>
        </w:rPr>
        <w:t>Oak Ridge, TN 37830</w:t>
      </w:r>
    </w:p>
    <w:p w:rsidR="00C80D7F" w:rsidRPr="007A6CEB" w:rsidRDefault="00C80D7F" w:rsidP="00C80D7F">
      <w:pPr>
        <w:rPr>
          <w:sz w:val="22"/>
          <w:szCs w:val="22"/>
        </w:rPr>
      </w:pPr>
    </w:p>
    <w:p w:rsidR="00C80D7F" w:rsidRPr="007A6CEB" w:rsidRDefault="00AA1FAF" w:rsidP="00C80D7F">
      <w:pPr>
        <w:rPr>
          <w:sz w:val="22"/>
          <w:szCs w:val="22"/>
        </w:rPr>
      </w:pPr>
      <w:r>
        <w:rPr>
          <w:sz w:val="22"/>
          <w:szCs w:val="22"/>
        </w:rPr>
        <w:t>November 3</w:t>
      </w:r>
      <w:r w:rsidR="00BD5F69" w:rsidRPr="007A6CEB">
        <w:rPr>
          <w:sz w:val="22"/>
          <w:szCs w:val="22"/>
        </w:rPr>
        <w:t>, 201</w:t>
      </w:r>
      <w:r w:rsidR="003E1C01">
        <w:rPr>
          <w:sz w:val="22"/>
          <w:szCs w:val="22"/>
        </w:rPr>
        <w:t>1</w:t>
      </w:r>
    </w:p>
    <w:p w:rsidR="00C80D7F" w:rsidRPr="007A6CEB" w:rsidRDefault="00C80D7F" w:rsidP="00C80D7F">
      <w:pPr>
        <w:rPr>
          <w:sz w:val="22"/>
          <w:szCs w:val="22"/>
        </w:rPr>
      </w:pPr>
    </w:p>
    <w:p w:rsidR="00C80D7F" w:rsidRPr="007A6CEB" w:rsidRDefault="004D2EA7" w:rsidP="00C80D7F">
      <w:pPr>
        <w:rPr>
          <w:sz w:val="22"/>
          <w:szCs w:val="22"/>
        </w:rPr>
      </w:pPr>
      <w:r>
        <w:rPr>
          <w:sz w:val="22"/>
          <w:szCs w:val="22"/>
        </w:rPr>
        <w:t>Ms. Amber Caruso</w:t>
      </w:r>
    </w:p>
    <w:p w:rsidR="00C80D7F" w:rsidRPr="007A6CEB" w:rsidRDefault="00AA1FAF" w:rsidP="00C80D7F">
      <w:pPr>
        <w:pStyle w:val="RecipientAddress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Dutch Valley Elementary School</w:t>
      </w:r>
    </w:p>
    <w:p w:rsidR="00C80D7F" w:rsidRPr="007A6CEB" w:rsidRDefault="00AA1FAF" w:rsidP="00C80D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1044 Old Dutch Valley Rd</w:t>
      </w:r>
    </w:p>
    <w:p w:rsidR="00C80D7F" w:rsidRPr="007A6CEB" w:rsidRDefault="00AA1FAF" w:rsidP="00C80D7F">
      <w:pPr>
        <w:rPr>
          <w:rFonts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Clinton, TN 37716</w:t>
      </w:r>
    </w:p>
    <w:p w:rsidR="00C80D7F" w:rsidRPr="007A6CEB" w:rsidRDefault="00C80D7F" w:rsidP="00C80D7F">
      <w:pPr>
        <w:rPr>
          <w:rFonts w:cs="Arial"/>
          <w:sz w:val="22"/>
          <w:szCs w:val="22"/>
        </w:rPr>
      </w:pPr>
    </w:p>
    <w:p w:rsidR="00C80D7F" w:rsidRPr="007A6CEB" w:rsidRDefault="00C80D7F" w:rsidP="00C80D7F">
      <w:pPr>
        <w:rPr>
          <w:rFonts w:cs="Arial"/>
          <w:sz w:val="22"/>
          <w:szCs w:val="22"/>
        </w:rPr>
      </w:pPr>
      <w:r w:rsidRPr="007A6CEB">
        <w:rPr>
          <w:rFonts w:cs="Arial"/>
          <w:sz w:val="22"/>
          <w:szCs w:val="22"/>
        </w:rPr>
        <w:t>Dea</w:t>
      </w:r>
      <w:r w:rsidR="004D2EA7">
        <w:rPr>
          <w:rFonts w:cs="Arial"/>
          <w:sz w:val="22"/>
          <w:szCs w:val="22"/>
        </w:rPr>
        <w:t>r Ms. Caruso</w:t>
      </w:r>
      <w:r w:rsidRPr="007A6CEB">
        <w:rPr>
          <w:rFonts w:cs="Arial"/>
          <w:sz w:val="22"/>
          <w:szCs w:val="22"/>
        </w:rPr>
        <w:t>:</w:t>
      </w:r>
    </w:p>
    <w:p w:rsidR="00C80D7F" w:rsidRPr="007A6CEB" w:rsidRDefault="00C80D7F" w:rsidP="00C80D7F">
      <w:pPr>
        <w:rPr>
          <w:rFonts w:cs="Arial"/>
          <w:b/>
          <w:sz w:val="22"/>
          <w:szCs w:val="22"/>
        </w:rPr>
      </w:pPr>
    </w:p>
    <w:p w:rsidR="00A47C66" w:rsidRPr="007A6CEB" w:rsidRDefault="00C80D7F" w:rsidP="00A47C66">
      <w:pPr>
        <w:rPr>
          <w:rFonts w:cs="Arial"/>
          <w:sz w:val="22"/>
          <w:szCs w:val="22"/>
        </w:rPr>
      </w:pPr>
      <w:r w:rsidRPr="007A6CEB">
        <w:rPr>
          <w:rFonts w:cs="Arial"/>
          <w:sz w:val="22"/>
          <w:szCs w:val="22"/>
        </w:rPr>
        <w:t xml:space="preserve">My name is </w:t>
      </w:r>
      <w:r w:rsidR="00AA1FAF">
        <w:rPr>
          <w:rFonts w:cs="Arial"/>
          <w:sz w:val="22"/>
          <w:szCs w:val="22"/>
        </w:rPr>
        <w:t>Jessica Forgety</w:t>
      </w:r>
      <w:r w:rsidRPr="007A6CEB">
        <w:rPr>
          <w:rFonts w:cs="Arial"/>
          <w:sz w:val="22"/>
          <w:szCs w:val="22"/>
        </w:rPr>
        <w:t xml:space="preserve"> and I am </w:t>
      </w:r>
      <w:r w:rsidR="00BD5F69" w:rsidRPr="007A6CEB">
        <w:rPr>
          <w:rFonts w:cs="Arial"/>
          <w:sz w:val="22"/>
          <w:szCs w:val="22"/>
        </w:rPr>
        <w:t>a student at Tennessee Tech University working under the guidance of Drs. Comer</w:t>
      </w:r>
      <w:r w:rsidR="00896EB2">
        <w:rPr>
          <w:rFonts w:cs="Arial"/>
          <w:sz w:val="22"/>
          <w:szCs w:val="22"/>
        </w:rPr>
        <w:t>, Suters,</w:t>
      </w:r>
      <w:bookmarkStart w:id="0" w:name="_GoBack"/>
      <w:bookmarkEnd w:id="0"/>
      <w:r w:rsidR="00BD5F69" w:rsidRPr="007A6CEB">
        <w:rPr>
          <w:rFonts w:cs="Arial"/>
          <w:sz w:val="22"/>
          <w:szCs w:val="22"/>
        </w:rPr>
        <w:t xml:space="preserve"> and </w:t>
      </w:r>
      <w:r w:rsidR="003E1C01">
        <w:rPr>
          <w:rFonts w:cs="Arial"/>
          <w:sz w:val="22"/>
          <w:szCs w:val="22"/>
        </w:rPr>
        <w:t>Martin</w:t>
      </w:r>
      <w:r w:rsidR="00BD5F69" w:rsidRPr="007A6CEB">
        <w:rPr>
          <w:rFonts w:cs="Arial"/>
          <w:sz w:val="22"/>
          <w:szCs w:val="22"/>
        </w:rPr>
        <w:t>. I want to take this opportunity to introduce myself and share a little with you about who I am as an individual and as a future teacher.</w:t>
      </w:r>
    </w:p>
    <w:p w:rsidR="00BD5F69" w:rsidRPr="007A6CEB" w:rsidRDefault="00BD5F69" w:rsidP="00A47C66">
      <w:pPr>
        <w:rPr>
          <w:rFonts w:cs="Arial"/>
          <w:sz w:val="22"/>
          <w:szCs w:val="22"/>
        </w:rPr>
      </w:pPr>
    </w:p>
    <w:p w:rsidR="00C80D7F" w:rsidRPr="004D2EA7" w:rsidRDefault="00AA1FAF" w:rsidP="00C80D7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 am a mother of twins who are attending fourth grade at Linden Elementary School in Oak Ridge. </w:t>
      </w:r>
      <w:r w:rsidR="00865FD3">
        <w:rPr>
          <w:rFonts w:cs="Arial"/>
          <w:sz w:val="22"/>
          <w:szCs w:val="22"/>
        </w:rPr>
        <w:t xml:space="preserve">I grew up in Oak Ridge myself, and am a graduate of Oak Ridge High School.  I earned my Associate of Science in Teaching at Pellissippi State Community College. </w:t>
      </w:r>
      <w:r>
        <w:rPr>
          <w:rFonts w:cs="Arial"/>
          <w:sz w:val="22"/>
          <w:szCs w:val="22"/>
        </w:rPr>
        <w:t xml:space="preserve">I have worked as a cosmetologist for the past seven years.  I love my job, </w:t>
      </w:r>
      <w:r w:rsidR="004D2EA7">
        <w:rPr>
          <w:rFonts w:cs="Arial"/>
          <w:sz w:val="22"/>
          <w:szCs w:val="22"/>
        </w:rPr>
        <w:t>but have always desired to become</w:t>
      </w:r>
      <w:r>
        <w:rPr>
          <w:rFonts w:cs="Arial"/>
          <w:sz w:val="22"/>
          <w:szCs w:val="22"/>
        </w:rPr>
        <w:t xml:space="preserve"> a teacher and share my joy of learning</w:t>
      </w:r>
      <w:r w:rsidRPr="004D2EA7">
        <w:rPr>
          <w:rFonts w:cs="Arial"/>
          <w:sz w:val="22"/>
          <w:szCs w:val="22"/>
        </w:rPr>
        <w:t xml:space="preserve">.  </w:t>
      </w:r>
      <w:r w:rsidR="00865FD3">
        <w:rPr>
          <w:rStyle w:val="apple-style-span"/>
          <w:rFonts w:cs="Arial"/>
          <w:color w:val="000000"/>
          <w:sz w:val="22"/>
          <w:szCs w:val="22"/>
        </w:rPr>
        <w:t xml:space="preserve"> </w:t>
      </w:r>
      <w:r w:rsidR="004D2EA7">
        <w:rPr>
          <w:rStyle w:val="apple-style-span"/>
          <w:rFonts w:cs="Arial"/>
          <w:color w:val="000000"/>
          <w:sz w:val="22"/>
          <w:szCs w:val="22"/>
        </w:rPr>
        <w:t xml:space="preserve"> </w:t>
      </w:r>
      <w:r w:rsidR="004D2EA7" w:rsidRPr="004D2EA7">
        <w:rPr>
          <w:rStyle w:val="apple-style-span"/>
          <w:rFonts w:cs="Arial"/>
          <w:color w:val="000000"/>
          <w:sz w:val="22"/>
          <w:szCs w:val="22"/>
        </w:rPr>
        <w:t xml:space="preserve"> </w:t>
      </w:r>
      <w:r w:rsidRPr="004D2EA7">
        <w:rPr>
          <w:rFonts w:cs="Arial"/>
          <w:sz w:val="22"/>
          <w:szCs w:val="22"/>
        </w:rPr>
        <w:t xml:space="preserve">  </w:t>
      </w:r>
    </w:p>
    <w:p w:rsidR="00C80D7F" w:rsidRPr="007A6CEB" w:rsidRDefault="00C80D7F" w:rsidP="00C80D7F">
      <w:pPr>
        <w:rPr>
          <w:rFonts w:cs="Arial"/>
          <w:sz w:val="22"/>
          <w:szCs w:val="22"/>
        </w:rPr>
      </w:pPr>
    </w:p>
    <w:p w:rsidR="007A6CEB" w:rsidRPr="007A6CEB" w:rsidRDefault="00C80D7F" w:rsidP="00C80D7F">
      <w:pPr>
        <w:rPr>
          <w:rFonts w:cs="Arial"/>
          <w:sz w:val="22"/>
          <w:szCs w:val="22"/>
        </w:rPr>
      </w:pPr>
      <w:r w:rsidRPr="007A6CEB">
        <w:rPr>
          <w:rFonts w:cs="Arial"/>
          <w:sz w:val="22"/>
          <w:szCs w:val="22"/>
        </w:rPr>
        <w:t xml:space="preserve">Please </w:t>
      </w:r>
      <w:r w:rsidR="006C4B5F" w:rsidRPr="007A6CEB">
        <w:rPr>
          <w:rFonts w:cs="Arial"/>
          <w:sz w:val="22"/>
          <w:szCs w:val="22"/>
        </w:rPr>
        <w:t xml:space="preserve">contact </w:t>
      </w:r>
      <w:r w:rsidRPr="007A6CEB">
        <w:rPr>
          <w:rFonts w:cs="Arial"/>
          <w:sz w:val="22"/>
          <w:szCs w:val="22"/>
        </w:rPr>
        <w:t xml:space="preserve">me </w:t>
      </w:r>
      <w:r w:rsidR="00BD5F69" w:rsidRPr="007A6CEB">
        <w:rPr>
          <w:rFonts w:cs="Arial"/>
          <w:sz w:val="22"/>
          <w:szCs w:val="22"/>
        </w:rPr>
        <w:t xml:space="preserve">if you have questions concerning my practicum experience requirements or anything else relating to my time in your classroom.  </w:t>
      </w:r>
      <w:r w:rsidRPr="007A6CEB">
        <w:rPr>
          <w:rFonts w:cs="Arial"/>
          <w:sz w:val="22"/>
          <w:szCs w:val="22"/>
        </w:rPr>
        <w:t xml:space="preserve">I look forward </w:t>
      </w:r>
      <w:r w:rsidR="00BD5F69" w:rsidRPr="007A6CEB">
        <w:rPr>
          <w:rFonts w:cs="Arial"/>
          <w:sz w:val="22"/>
          <w:szCs w:val="22"/>
        </w:rPr>
        <w:t>to learning from you and working with the students who populate your classroom.</w:t>
      </w:r>
      <w:r w:rsidR="007A6CEB" w:rsidRPr="007A6CEB">
        <w:rPr>
          <w:rFonts w:cs="Arial"/>
          <w:sz w:val="22"/>
          <w:szCs w:val="22"/>
        </w:rPr>
        <w:t xml:space="preserve">  </w:t>
      </w:r>
    </w:p>
    <w:p w:rsidR="007A6CEB" w:rsidRPr="007A6CEB" w:rsidRDefault="007A6CEB" w:rsidP="00C80D7F">
      <w:pPr>
        <w:rPr>
          <w:rFonts w:cs="Arial"/>
          <w:sz w:val="22"/>
          <w:szCs w:val="22"/>
        </w:rPr>
      </w:pPr>
    </w:p>
    <w:p w:rsidR="00C80D7F" w:rsidRPr="007A6CEB" w:rsidRDefault="007A6CEB" w:rsidP="00C80D7F">
      <w:pPr>
        <w:rPr>
          <w:rFonts w:cs="Arial"/>
          <w:sz w:val="22"/>
          <w:szCs w:val="22"/>
        </w:rPr>
      </w:pPr>
      <w:r w:rsidRPr="007A6CEB">
        <w:rPr>
          <w:rFonts w:cs="Arial"/>
          <w:sz w:val="22"/>
          <w:szCs w:val="22"/>
        </w:rPr>
        <w:t>Emergency contact information is listed on the next page.</w:t>
      </w:r>
      <w:r w:rsidR="00BD5F69" w:rsidRPr="007A6CEB">
        <w:rPr>
          <w:rFonts w:cs="Arial"/>
          <w:sz w:val="22"/>
          <w:szCs w:val="22"/>
        </w:rPr>
        <w:t xml:space="preserve"> </w:t>
      </w:r>
    </w:p>
    <w:p w:rsidR="00C80D7F" w:rsidRPr="007A6CEB" w:rsidRDefault="00C80D7F" w:rsidP="00C80D7F">
      <w:pPr>
        <w:rPr>
          <w:rFonts w:cs="Arial"/>
          <w:sz w:val="22"/>
          <w:szCs w:val="22"/>
        </w:rPr>
      </w:pPr>
    </w:p>
    <w:p w:rsidR="00CD769B" w:rsidRPr="007A6CEB" w:rsidRDefault="00C80D7F" w:rsidP="00CD769B">
      <w:pPr>
        <w:rPr>
          <w:rFonts w:cs="Arial"/>
          <w:sz w:val="22"/>
          <w:szCs w:val="22"/>
        </w:rPr>
      </w:pPr>
      <w:r w:rsidRPr="007A6CEB">
        <w:rPr>
          <w:rFonts w:cs="Arial"/>
          <w:sz w:val="22"/>
          <w:szCs w:val="22"/>
        </w:rPr>
        <w:t>Sincerely,</w:t>
      </w:r>
    </w:p>
    <w:p w:rsidR="00BD5F69" w:rsidRPr="007A6CEB" w:rsidRDefault="00BD5F69" w:rsidP="00CD769B">
      <w:pPr>
        <w:rPr>
          <w:rFonts w:cs="Arial"/>
          <w:sz w:val="22"/>
          <w:szCs w:val="22"/>
        </w:rPr>
      </w:pPr>
    </w:p>
    <w:p w:rsidR="00BD5F69" w:rsidRPr="007A6CEB" w:rsidRDefault="00BD5F69" w:rsidP="00CD769B">
      <w:pPr>
        <w:rPr>
          <w:rFonts w:cs="Arial"/>
          <w:sz w:val="22"/>
          <w:szCs w:val="22"/>
        </w:rPr>
      </w:pPr>
    </w:p>
    <w:p w:rsidR="00BD5F69" w:rsidRDefault="00865FD3" w:rsidP="00CD76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Jessica Forgety</w:t>
      </w: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tbl>
      <w:tblPr>
        <w:tblpPr w:leftFromText="187" w:rightFromText="187" w:vertAnchor="page" w:horzAnchor="margin" w:tblpY="7096"/>
        <w:tblOverlap w:val="never"/>
        <w:tblW w:w="0" w:type="auto"/>
        <w:tblBorders>
          <w:top w:val="single" w:sz="4" w:space="0" w:color="93A8C7"/>
          <w:left w:val="single" w:sz="4" w:space="0" w:color="93A8C7"/>
          <w:bottom w:val="single" w:sz="4" w:space="0" w:color="93A8C7"/>
          <w:right w:val="single" w:sz="4" w:space="0" w:color="93A8C7"/>
          <w:insideH w:val="single" w:sz="4" w:space="0" w:color="93A8C7"/>
          <w:insideV w:val="single" w:sz="4" w:space="0" w:color="93A8C7"/>
        </w:tblBorders>
        <w:shd w:val="clear" w:color="auto" w:fill="EBEFF5"/>
        <w:tblLayout w:type="fixed"/>
        <w:tblLook w:val="0000"/>
      </w:tblPr>
      <w:tblGrid>
        <w:gridCol w:w="1548"/>
        <w:gridCol w:w="2947"/>
        <w:gridCol w:w="3713"/>
      </w:tblGrid>
      <w:tr w:rsidR="00896EB2" w:rsidRPr="008213A5" w:rsidTr="00896EB2">
        <w:trPr>
          <w:gridAfter w:val="1"/>
          <w:wAfter w:w="3713" w:type="dxa"/>
          <w:trHeight w:val="173"/>
        </w:trPr>
        <w:tc>
          <w:tcPr>
            <w:tcW w:w="4495" w:type="dxa"/>
            <w:gridSpan w:val="2"/>
            <w:shd w:val="clear" w:color="auto" w:fill="auto"/>
          </w:tcPr>
          <w:p w:rsidR="00896EB2" w:rsidRPr="00896EB2" w:rsidRDefault="00896EB2" w:rsidP="00896EB2">
            <w:pPr>
              <w:rPr>
                <w:sz w:val="24"/>
                <w:szCs w:val="24"/>
              </w:rPr>
            </w:pPr>
            <w:r w:rsidRPr="00896EB2">
              <w:rPr>
                <w:sz w:val="24"/>
                <w:szCs w:val="24"/>
              </w:rPr>
              <w:t>Emergency medical information:</w:t>
            </w:r>
          </w:p>
        </w:tc>
      </w:tr>
      <w:tr w:rsidR="00896EB2" w:rsidRPr="008213A5" w:rsidTr="00896EB2">
        <w:trPr>
          <w:trHeight w:val="173"/>
        </w:trPr>
        <w:tc>
          <w:tcPr>
            <w:tcW w:w="1548" w:type="dxa"/>
            <w:shd w:val="clear" w:color="auto" w:fill="EBEFF5"/>
          </w:tcPr>
          <w:p w:rsidR="00896EB2" w:rsidRPr="008213A5" w:rsidRDefault="00896EB2" w:rsidP="00896EB2">
            <w:pPr>
              <w:spacing w:line="480" w:lineRule="auto"/>
            </w:pPr>
            <w:r>
              <w:t>Condition(s)</w:t>
            </w:r>
          </w:p>
        </w:tc>
        <w:tc>
          <w:tcPr>
            <w:tcW w:w="6660" w:type="dxa"/>
            <w:gridSpan w:val="2"/>
            <w:shd w:val="clear" w:color="auto" w:fill="EBEFF5"/>
          </w:tcPr>
          <w:sdt>
            <w:sdtPr>
              <w:id w:val="178288812"/>
              <w:placeholder>
                <w:docPart w:val="A521FC2967CE4D018842CE9F5BBB83CC"/>
              </w:placeholder>
            </w:sdtPr>
            <w:sdtContent>
              <w:p w:rsidR="00896EB2" w:rsidRPr="008213A5" w:rsidRDefault="00896EB2" w:rsidP="00896EB2">
                <w:pPr>
                  <w:spacing w:line="480" w:lineRule="auto"/>
                </w:pPr>
                <w:r>
                  <w:t>None</w:t>
                </w:r>
              </w:p>
            </w:sdtContent>
          </w:sdt>
        </w:tc>
      </w:tr>
      <w:tr w:rsidR="00896EB2" w:rsidRPr="008213A5" w:rsidTr="00896EB2">
        <w:trPr>
          <w:trHeight w:val="173"/>
        </w:trPr>
        <w:tc>
          <w:tcPr>
            <w:tcW w:w="1548" w:type="dxa"/>
            <w:shd w:val="clear" w:color="auto" w:fill="EBEFF5"/>
          </w:tcPr>
          <w:p w:rsidR="00896EB2" w:rsidRPr="008213A5" w:rsidRDefault="00896EB2" w:rsidP="00896EB2">
            <w:pPr>
              <w:spacing w:line="480" w:lineRule="auto"/>
            </w:pPr>
            <w:r>
              <w:t>Allergies</w:t>
            </w:r>
          </w:p>
        </w:tc>
        <w:tc>
          <w:tcPr>
            <w:tcW w:w="6660" w:type="dxa"/>
            <w:gridSpan w:val="2"/>
            <w:shd w:val="clear" w:color="auto" w:fill="EBEFF5"/>
          </w:tcPr>
          <w:sdt>
            <w:sdtPr>
              <w:id w:val="178288813"/>
              <w:placeholder>
                <w:docPart w:val="A521FC2967CE4D018842CE9F5BBB83CC"/>
              </w:placeholder>
            </w:sdtPr>
            <w:sdtContent>
              <w:p w:rsidR="00896EB2" w:rsidRPr="008213A5" w:rsidRDefault="00E464A5" w:rsidP="00896EB2">
                <w:pPr>
                  <w:spacing w:line="480" w:lineRule="auto"/>
                </w:pPr>
                <w:r>
                  <w:t>Amoxicillin, Ceclore, Cipro</w:t>
                </w:r>
              </w:p>
            </w:sdtContent>
          </w:sdt>
        </w:tc>
      </w:tr>
      <w:tr w:rsidR="00896EB2" w:rsidRPr="008213A5" w:rsidTr="00896EB2">
        <w:trPr>
          <w:trHeight w:val="173"/>
        </w:trPr>
        <w:tc>
          <w:tcPr>
            <w:tcW w:w="1548" w:type="dxa"/>
            <w:shd w:val="clear" w:color="auto" w:fill="EBEFF5"/>
          </w:tcPr>
          <w:p w:rsidR="00896EB2" w:rsidRDefault="00896EB2" w:rsidP="00896EB2">
            <w:pPr>
              <w:spacing w:line="480" w:lineRule="auto"/>
            </w:pPr>
            <w:r>
              <w:t>Blood Type</w:t>
            </w:r>
          </w:p>
        </w:tc>
        <w:tc>
          <w:tcPr>
            <w:tcW w:w="6660" w:type="dxa"/>
            <w:gridSpan w:val="2"/>
            <w:shd w:val="clear" w:color="auto" w:fill="EBEFF5"/>
          </w:tcPr>
          <w:sdt>
            <w:sdtPr>
              <w:id w:val="178288814"/>
              <w:placeholder>
                <w:docPart w:val="A521FC2967CE4D018842CE9F5BBB83CC"/>
              </w:placeholder>
            </w:sdtPr>
            <w:sdtContent>
              <w:p w:rsidR="00896EB2" w:rsidRDefault="00E464A5" w:rsidP="00896EB2">
                <w:pPr>
                  <w:spacing w:line="480" w:lineRule="auto"/>
                </w:pPr>
                <w:r>
                  <w:t>A-</w:t>
                </w:r>
              </w:p>
            </w:sdtContent>
          </w:sdt>
        </w:tc>
      </w:tr>
      <w:tr w:rsidR="00896EB2" w:rsidRPr="008213A5" w:rsidTr="00896EB2">
        <w:trPr>
          <w:trHeight w:val="173"/>
        </w:trPr>
        <w:tc>
          <w:tcPr>
            <w:tcW w:w="1548" w:type="dxa"/>
            <w:shd w:val="clear" w:color="auto" w:fill="EBEFF5"/>
          </w:tcPr>
          <w:p w:rsidR="00896EB2" w:rsidRDefault="00896EB2" w:rsidP="00896EB2">
            <w:pPr>
              <w:spacing w:line="480" w:lineRule="auto"/>
            </w:pPr>
            <w:r>
              <w:t>Date of Birth</w:t>
            </w:r>
          </w:p>
        </w:tc>
        <w:tc>
          <w:tcPr>
            <w:tcW w:w="6660" w:type="dxa"/>
            <w:gridSpan w:val="2"/>
            <w:shd w:val="clear" w:color="auto" w:fill="EBEFF5"/>
          </w:tcPr>
          <w:sdt>
            <w:sdtPr>
              <w:id w:val="178288815"/>
              <w:placeholder>
                <w:docPart w:val="A521FC2967CE4D018842CE9F5BBB83CC"/>
              </w:placeholder>
            </w:sdtPr>
            <w:sdtContent>
              <w:p w:rsidR="00896EB2" w:rsidRDefault="00E464A5" w:rsidP="00896EB2">
                <w:pPr>
                  <w:spacing w:line="480" w:lineRule="auto"/>
                </w:pPr>
                <w:r>
                  <w:t>11/14/1981</w:t>
                </w:r>
              </w:p>
            </w:sdtContent>
          </w:sdt>
        </w:tc>
      </w:tr>
      <w:tr w:rsidR="00896EB2" w:rsidRPr="008213A5" w:rsidTr="00896EB2">
        <w:trPr>
          <w:trHeight w:val="173"/>
        </w:trPr>
        <w:tc>
          <w:tcPr>
            <w:tcW w:w="1548" w:type="dxa"/>
            <w:shd w:val="clear" w:color="auto" w:fill="EBEFF5"/>
          </w:tcPr>
          <w:p w:rsidR="00896EB2" w:rsidRDefault="00896EB2" w:rsidP="00896EB2">
            <w:pPr>
              <w:spacing w:line="480" w:lineRule="auto"/>
            </w:pPr>
            <w:r>
              <w:t>Insurance</w:t>
            </w:r>
          </w:p>
        </w:tc>
        <w:tc>
          <w:tcPr>
            <w:tcW w:w="6660" w:type="dxa"/>
            <w:gridSpan w:val="2"/>
            <w:shd w:val="clear" w:color="auto" w:fill="EBEFF5"/>
          </w:tcPr>
          <w:sdt>
            <w:sdtPr>
              <w:id w:val="178288816"/>
              <w:placeholder>
                <w:docPart w:val="A521FC2967CE4D018842CE9F5BBB83CC"/>
              </w:placeholder>
            </w:sdtPr>
            <w:sdtContent>
              <w:p w:rsidR="00896EB2" w:rsidRDefault="00E464A5" w:rsidP="00896EB2">
                <w:pPr>
                  <w:spacing w:line="480" w:lineRule="auto"/>
                </w:pPr>
                <w:r>
                  <w:t>BlueCare/ ZECM12864655</w:t>
                </w:r>
              </w:p>
            </w:sdtContent>
          </w:sdt>
        </w:tc>
      </w:tr>
      <w:tr w:rsidR="00896EB2" w:rsidRPr="008213A5" w:rsidTr="00896EB2">
        <w:trPr>
          <w:trHeight w:val="173"/>
        </w:trPr>
        <w:tc>
          <w:tcPr>
            <w:tcW w:w="1548" w:type="dxa"/>
            <w:shd w:val="clear" w:color="auto" w:fill="EBEFF5"/>
          </w:tcPr>
          <w:p w:rsidR="00896EB2" w:rsidRDefault="00896EB2" w:rsidP="00896EB2">
            <w:pPr>
              <w:spacing w:line="480" w:lineRule="auto"/>
            </w:pPr>
            <w:r>
              <w:t>Doctor</w:t>
            </w:r>
          </w:p>
        </w:tc>
        <w:tc>
          <w:tcPr>
            <w:tcW w:w="6660" w:type="dxa"/>
            <w:gridSpan w:val="2"/>
            <w:shd w:val="clear" w:color="auto" w:fill="EBEFF5"/>
          </w:tcPr>
          <w:sdt>
            <w:sdtPr>
              <w:id w:val="178288817"/>
              <w:placeholder>
                <w:docPart w:val="A521FC2967CE4D018842CE9F5BBB83CC"/>
              </w:placeholder>
            </w:sdtPr>
            <w:sdtContent>
              <w:p w:rsidR="00896EB2" w:rsidRDefault="00E464A5" w:rsidP="00896EB2">
                <w:pPr>
                  <w:spacing w:line="480" w:lineRule="auto"/>
                </w:pPr>
                <w:r>
                  <w:t>Dr. Camilla Bennett 865-670-1003</w:t>
                </w:r>
              </w:p>
            </w:sdtContent>
          </w:sdt>
        </w:tc>
      </w:tr>
      <w:tr w:rsidR="00896EB2" w:rsidRPr="008213A5" w:rsidTr="00896EB2">
        <w:trPr>
          <w:trHeight w:val="173"/>
        </w:trPr>
        <w:tc>
          <w:tcPr>
            <w:tcW w:w="1548" w:type="dxa"/>
            <w:shd w:val="clear" w:color="auto" w:fill="EBEFF5"/>
          </w:tcPr>
          <w:p w:rsidR="00896EB2" w:rsidRDefault="00896EB2" w:rsidP="00896EB2">
            <w:pPr>
              <w:spacing w:line="480" w:lineRule="auto"/>
            </w:pPr>
            <w:r>
              <w:t>Dentist</w:t>
            </w:r>
          </w:p>
        </w:tc>
        <w:tc>
          <w:tcPr>
            <w:tcW w:w="6660" w:type="dxa"/>
            <w:gridSpan w:val="2"/>
            <w:shd w:val="clear" w:color="auto" w:fill="EBEFF5"/>
          </w:tcPr>
          <w:sdt>
            <w:sdtPr>
              <w:id w:val="178288818"/>
              <w:placeholder>
                <w:docPart w:val="A521FC2967CE4D018842CE9F5BBB83CC"/>
              </w:placeholder>
            </w:sdtPr>
            <w:sdtContent>
              <w:p w:rsidR="00896EB2" w:rsidRDefault="00E464A5" w:rsidP="00896EB2">
                <w:pPr>
                  <w:spacing w:line="480" w:lineRule="auto"/>
                </w:pPr>
                <w:r>
                  <w:t>Dr. Savage 865-425-8803</w:t>
                </w:r>
              </w:p>
            </w:sdtContent>
          </w:sdt>
        </w:tc>
      </w:tr>
    </w:tbl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Default="003E1C01" w:rsidP="00CD769B">
      <w:pPr>
        <w:rPr>
          <w:rFonts w:cs="Arial"/>
          <w:sz w:val="22"/>
          <w:szCs w:val="22"/>
        </w:rPr>
      </w:pPr>
    </w:p>
    <w:p w:rsidR="003E1C01" w:rsidRPr="007A6CEB" w:rsidRDefault="003E1C01" w:rsidP="00CD769B">
      <w:pPr>
        <w:rPr>
          <w:rFonts w:cs="Arial"/>
          <w:sz w:val="22"/>
          <w:szCs w:val="22"/>
        </w:rPr>
      </w:pPr>
    </w:p>
    <w:p w:rsidR="00632FED" w:rsidRDefault="00632FED" w:rsidP="00632FED"/>
    <w:p w:rsidR="003E1C01" w:rsidRDefault="003E1C01" w:rsidP="00632FED"/>
    <w:p w:rsidR="003E1C01" w:rsidRDefault="003E1C01" w:rsidP="00632FED"/>
    <w:p w:rsidR="003E1C01" w:rsidRPr="00B714DF" w:rsidRDefault="003E1C01" w:rsidP="00632FED"/>
    <w:p w:rsidR="003E1C01" w:rsidRDefault="003E1C01" w:rsidP="003E1C01">
      <w:pPr>
        <w:pStyle w:val="Heading1"/>
        <w:framePr w:hSpace="187" w:wrap="around" w:vAnchor="page" w:hAnchor="text" w:xAlign="center" w:y="721"/>
        <w:numPr>
          <w:ilvl w:val="0"/>
          <w:numId w:val="0"/>
        </w:numPr>
        <w:ind w:left="432" w:hanging="432"/>
      </w:pPr>
      <w:r>
        <w:t>Emergency contacts and information for</w:t>
      </w:r>
    </w:p>
    <w:sdt>
      <w:sdtPr>
        <w:id w:val="178288622"/>
        <w:placeholder>
          <w:docPart w:val="AB1C2006A9CB49B9BFB9186EBF80D790"/>
        </w:placeholder>
      </w:sdtPr>
      <w:sdtContent>
        <w:p w:rsidR="003E1C01" w:rsidRPr="00975144" w:rsidRDefault="003E1C01" w:rsidP="003E1C01">
          <w:pPr>
            <w:pStyle w:val="Heading2"/>
            <w:framePr w:hSpace="187" w:wrap="around" w:vAnchor="page" w:hAnchor="text" w:xAlign="center" w:y="721"/>
            <w:numPr>
              <w:ilvl w:val="0"/>
              <w:numId w:val="0"/>
            </w:numPr>
            <w:ind w:left="576" w:hanging="576"/>
          </w:pPr>
          <w:r>
            <w:t>Name:</w:t>
          </w:r>
          <w:r w:rsidR="00E464A5">
            <w:t xml:space="preserve"> Jessica Forgety</w:t>
          </w:r>
        </w:p>
      </w:sdtContent>
    </w:sdt>
    <w:tbl>
      <w:tblPr>
        <w:tblpPr w:leftFromText="187" w:rightFromText="187" w:vertAnchor="page" w:horzAnchor="margin" w:tblpY="646"/>
        <w:tblOverlap w:val="never"/>
        <w:tblW w:w="0" w:type="auto"/>
        <w:tblBorders>
          <w:top w:val="single" w:sz="4" w:space="0" w:color="93A8C7"/>
          <w:left w:val="single" w:sz="4" w:space="0" w:color="93A8C7"/>
          <w:bottom w:val="single" w:sz="4" w:space="0" w:color="93A8C7"/>
          <w:right w:val="single" w:sz="4" w:space="0" w:color="93A8C7"/>
          <w:insideH w:val="single" w:sz="4" w:space="0" w:color="93A8C7"/>
          <w:insideV w:val="single" w:sz="4" w:space="0" w:color="93A8C7"/>
        </w:tblBorders>
        <w:shd w:val="clear" w:color="auto" w:fill="EBEFF5"/>
        <w:tblLayout w:type="fixed"/>
        <w:tblLook w:val="0000"/>
      </w:tblPr>
      <w:tblGrid>
        <w:gridCol w:w="3888"/>
        <w:gridCol w:w="4320"/>
      </w:tblGrid>
      <w:tr w:rsidR="003E1C01" w:rsidRPr="008213A5" w:rsidTr="00896EB2">
        <w:trPr>
          <w:trHeight w:val="173"/>
        </w:trPr>
        <w:tc>
          <w:tcPr>
            <w:tcW w:w="8208" w:type="dxa"/>
            <w:gridSpan w:val="2"/>
            <w:shd w:val="clear" w:color="auto" w:fill="auto"/>
          </w:tcPr>
          <w:p w:rsidR="003E1C01" w:rsidRPr="008213A5" w:rsidRDefault="003E1C01" w:rsidP="003E1C01">
            <w:r>
              <w:t>Emergency contacts:</w:t>
            </w:r>
          </w:p>
        </w:tc>
      </w:tr>
      <w:tr w:rsidR="003E1C01" w:rsidRPr="008213A5" w:rsidTr="00896EB2">
        <w:trPr>
          <w:trHeight w:val="173"/>
        </w:trPr>
        <w:tc>
          <w:tcPr>
            <w:tcW w:w="3888" w:type="dxa"/>
            <w:shd w:val="clear" w:color="auto" w:fill="EBEFF5"/>
          </w:tcPr>
          <w:p w:rsidR="003E1C01" w:rsidRDefault="009A6B12" w:rsidP="003E1C01">
            <w:pPr>
              <w:spacing w:line="720" w:lineRule="auto"/>
            </w:pPr>
            <w:sdt>
              <w:sdtPr>
                <w:id w:val="178288754"/>
                <w:placeholder>
                  <w:docPart w:val="AB1C2006A9CB49B9BFB9186EBF80D790"/>
                </w:placeholder>
              </w:sdtPr>
              <w:sdtContent>
                <w:r w:rsidR="00865FD3">
                  <w:t>Susan Woods</w:t>
                </w:r>
              </w:sdtContent>
            </w:sdt>
          </w:p>
          <w:sdt>
            <w:sdtPr>
              <w:id w:val="178288755"/>
              <w:placeholder>
                <w:docPart w:val="AB1C2006A9CB49B9BFB9186EBF80D790"/>
              </w:placeholder>
            </w:sdtPr>
            <w:sdtContent>
              <w:p w:rsidR="003E1C01" w:rsidRPr="008213A5" w:rsidRDefault="00865FD3" w:rsidP="003E1C01">
                <w:pPr>
                  <w:tabs>
                    <w:tab w:val="right" w:pos="2479"/>
                  </w:tabs>
                  <w:spacing w:line="720" w:lineRule="auto"/>
                </w:pPr>
                <w:r>
                  <w:t>Mother</w:t>
                </w:r>
              </w:p>
            </w:sdtContent>
          </w:sdt>
        </w:tc>
        <w:tc>
          <w:tcPr>
            <w:tcW w:w="4320" w:type="dxa"/>
            <w:shd w:val="clear" w:color="auto" w:fill="EBEFF5"/>
          </w:tcPr>
          <w:sdt>
            <w:sdtPr>
              <w:id w:val="178288756"/>
              <w:placeholder>
                <w:docPart w:val="AB1C2006A9CB49B9BFB9186EBF80D790"/>
              </w:placeholder>
            </w:sdtPr>
            <w:sdtContent>
              <w:p w:rsidR="003E1C01" w:rsidRDefault="00865FD3" w:rsidP="003E1C01">
                <w:pPr>
                  <w:spacing w:line="720" w:lineRule="auto"/>
                </w:pPr>
                <w:r>
                  <w:t>865-425-4410</w:t>
                </w:r>
              </w:p>
            </w:sdtContent>
          </w:sdt>
          <w:sdt>
            <w:sdtPr>
              <w:id w:val="178288757"/>
              <w:placeholder>
                <w:docPart w:val="AB1C2006A9CB49B9BFB9186EBF80D790"/>
              </w:placeholder>
            </w:sdtPr>
            <w:sdtContent>
              <w:p w:rsidR="003E1C01" w:rsidRPr="008213A5" w:rsidRDefault="00865FD3" w:rsidP="003E1C01">
                <w:pPr>
                  <w:spacing w:line="720" w:lineRule="auto"/>
                </w:pPr>
                <w:r>
                  <w:t>865-659-2367</w:t>
                </w:r>
              </w:p>
            </w:sdtContent>
          </w:sdt>
        </w:tc>
      </w:tr>
      <w:tr w:rsidR="003E1C01" w:rsidRPr="008213A5" w:rsidTr="00896EB2">
        <w:trPr>
          <w:trHeight w:val="173"/>
        </w:trPr>
        <w:tc>
          <w:tcPr>
            <w:tcW w:w="3888" w:type="dxa"/>
            <w:shd w:val="clear" w:color="auto" w:fill="EBEFF5"/>
          </w:tcPr>
          <w:sdt>
            <w:sdtPr>
              <w:id w:val="178288775"/>
              <w:placeholder>
                <w:docPart w:val="AB1C2006A9CB49B9BFB9186EBF80D790"/>
              </w:placeholder>
            </w:sdtPr>
            <w:sdtContent>
              <w:p w:rsidR="003E1C01" w:rsidRDefault="00E464A5" w:rsidP="003E1C01">
                <w:pPr>
                  <w:spacing w:line="720" w:lineRule="auto"/>
                </w:pPr>
                <w:r>
                  <w:t>Sheena Lusk</w:t>
                </w:r>
              </w:p>
            </w:sdtContent>
          </w:sdt>
          <w:sdt>
            <w:sdtPr>
              <w:id w:val="178288776"/>
              <w:placeholder>
                <w:docPart w:val="AB1C2006A9CB49B9BFB9186EBF80D790"/>
              </w:placeholder>
            </w:sdtPr>
            <w:sdtContent>
              <w:p w:rsidR="003E1C01" w:rsidRPr="008213A5" w:rsidRDefault="00E464A5" w:rsidP="003E1C01">
                <w:pPr>
                  <w:spacing w:line="720" w:lineRule="auto"/>
                </w:pPr>
                <w:r>
                  <w:t>Friend</w:t>
                </w:r>
              </w:p>
            </w:sdtContent>
          </w:sdt>
        </w:tc>
        <w:tc>
          <w:tcPr>
            <w:tcW w:w="4320" w:type="dxa"/>
            <w:shd w:val="clear" w:color="auto" w:fill="EBEFF5"/>
          </w:tcPr>
          <w:sdt>
            <w:sdtPr>
              <w:id w:val="178288785"/>
              <w:placeholder>
                <w:docPart w:val="AB1C2006A9CB49B9BFB9186EBF80D790"/>
              </w:placeholder>
            </w:sdtPr>
            <w:sdtContent>
              <w:p w:rsidR="003E1C01" w:rsidRDefault="00E464A5" w:rsidP="003E1C01">
                <w:pPr>
                  <w:spacing w:line="720" w:lineRule="auto"/>
                </w:pPr>
                <w:r>
                  <w:t>865-576-9533</w:t>
                </w:r>
              </w:p>
            </w:sdtContent>
          </w:sdt>
          <w:sdt>
            <w:sdtPr>
              <w:id w:val="178288786"/>
              <w:placeholder>
                <w:docPart w:val="AB1C2006A9CB49B9BFB9186EBF80D790"/>
              </w:placeholder>
            </w:sdtPr>
            <w:sdtContent>
              <w:p w:rsidR="003E1C01" w:rsidRPr="008213A5" w:rsidRDefault="00E464A5" w:rsidP="003E1C01">
                <w:pPr>
                  <w:spacing w:line="720" w:lineRule="auto"/>
                </w:pPr>
                <w:r>
                  <w:t>865-258-5651</w:t>
                </w:r>
              </w:p>
            </w:sdtContent>
          </w:sdt>
        </w:tc>
      </w:tr>
      <w:tr w:rsidR="003E1C01" w:rsidRPr="008213A5" w:rsidTr="00896EB2">
        <w:trPr>
          <w:trHeight w:val="173"/>
        </w:trPr>
        <w:tc>
          <w:tcPr>
            <w:tcW w:w="3888" w:type="dxa"/>
            <w:shd w:val="clear" w:color="auto" w:fill="EBEFF5"/>
          </w:tcPr>
          <w:sdt>
            <w:sdtPr>
              <w:id w:val="178288777"/>
              <w:placeholder>
                <w:docPart w:val="AB1C2006A9CB49B9BFB9186EBF80D790"/>
              </w:placeholder>
            </w:sdtPr>
            <w:sdtContent>
              <w:p w:rsidR="003E1C01" w:rsidRDefault="00E464A5" w:rsidP="003E1C01">
                <w:pPr>
                  <w:spacing w:line="720" w:lineRule="auto"/>
                </w:pPr>
                <w:r>
                  <w:t>Bobby Forgety</w:t>
                </w:r>
              </w:p>
            </w:sdtContent>
          </w:sdt>
          <w:sdt>
            <w:sdtPr>
              <w:id w:val="178288778"/>
              <w:placeholder>
                <w:docPart w:val="AB1C2006A9CB49B9BFB9186EBF80D790"/>
              </w:placeholder>
            </w:sdtPr>
            <w:sdtContent>
              <w:p w:rsidR="003E1C01" w:rsidRDefault="00E464A5" w:rsidP="003E1C01">
                <w:pPr>
                  <w:spacing w:line="720" w:lineRule="auto"/>
                </w:pPr>
                <w:r>
                  <w:t>Father</w:t>
                </w:r>
              </w:p>
            </w:sdtContent>
          </w:sdt>
        </w:tc>
        <w:tc>
          <w:tcPr>
            <w:tcW w:w="4320" w:type="dxa"/>
            <w:shd w:val="clear" w:color="auto" w:fill="EBEFF5"/>
          </w:tcPr>
          <w:sdt>
            <w:sdtPr>
              <w:id w:val="178288787"/>
              <w:placeholder>
                <w:docPart w:val="AB1C2006A9CB49B9BFB9186EBF80D790"/>
              </w:placeholder>
            </w:sdtPr>
            <w:sdtContent>
              <w:p w:rsidR="003E1C01" w:rsidRDefault="00E464A5" w:rsidP="003E1C01">
                <w:pPr>
                  <w:spacing w:line="720" w:lineRule="auto"/>
                </w:pPr>
                <w:r>
                  <w:t>865-475-8558</w:t>
                </w:r>
              </w:p>
            </w:sdtContent>
          </w:sdt>
          <w:sdt>
            <w:sdtPr>
              <w:id w:val="178288788"/>
              <w:placeholder>
                <w:docPart w:val="AB1C2006A9CB49B9BFB9186EBF80D790"/>
              </w:placeholder>
            </w:sdtPr>
            <w:sdtContent>
              <w:p w:rsidR="003E1C01" w:rsidRDefault="00E464A5" w:rsidP="00E464A5">
                <w:pPr>
                  <w:spacing w:line="720" w:lineRule="auto"/>
                </w:pPr>
                <w:r>
                  <w:t>N/A</w:t>
                </w:r>
              </w:p>
            </w:sdtContent>
          </w:sdt>
        </w:tc>
      </w:tr>
    </w:tbl>
    <w:p w:rsidR="00632FED" w:rsidRPr="00B714DF" w:rsidRDefault="00632FED" w:rsidP="00632FED"/>
    <w:sectPr w:rsidR="00632FED" w:rsidRPr="00B714DF" w:rsidSect="007A6CEB"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FD3" w:rsidRDefault="00865FD3">
      <w:r>
        <w:separator/>
      </w:r>
    </w:p>
  </w:endnote>
  <w:endnote w:type="continuationSeparator" w:id="0">
    <w:p w:rsidR="00865FD3" w:rsidRDefault="00865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FD3" w:rsidRDefault="00865FD3" w:rsidP="00632FED">
    <w:r>
      <w:t xml:space="preserve"> </w:t>
    </w:r>
  </w:p>
  <w:p w:rsidR="00865FD3" w:rsidRPr="00DB57DC" w:rsidRDefault="00865FD3" w:rsidP="00DB57DC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FD3" w:rsidRDefault="00865FD3">
      <w:r>
        <w:separator/>
      </w:r>
    </w:p>
  </w:footnote>
  <w:footnote w:type="continuationSeparator" w:id="0">
    <w:p w:rsidR="00865FD3" w:rsidRDefault="00865F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634"/>
    <w:multiLevelType w:val="hybridMultilevel"/>
    <w:tmpl w:val="E0DABA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D547F"/>
    <w:multiLevelType w:val="hybridMultilevel"/>
    <w:tmpl w:val="96A6D56E"/>
    <w:lvl w:ilvl="0" w:tplc="3AE496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96D39"/>
    <w:multiLevelType w:val="hybridMultilevel"/>
    <w:tmpl w:val="089E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54ED"/>
    <w:multiLevelType w:val="multilevel"/>
    <w:tmpl w:val="A98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94D8D"/>
    <w:multiLevelType w:val="hybridMultilevel"/>
    <w:tmpl w:val="9AA4F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D6018"/>
    <w:multiLevelType w:val="hybridMultilevel"/>
    <w:tmpl w:val="779645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22C4676"/>
    <w:multiLevelType w:val="hybridMultilevel"/>
    <w:tmpl w:val="DCC4DE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9D0D1E"/>
    <w:multiLevelType w:val="hybridMultilevel"/>
    <w:tmpl w:val="CE145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592674"/>
    <w:multiLevelType w:val="hybridMultilevel"/>
    <w:tmpl w:val="061A72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9A636CC"/>
    <w:multiLevelType w:val="hybridMultilevel"/>
    <w:tmpl w:val="DB4C95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CFC2B80"/>
    <w:multiLevelType w:val="hybridMultilevel"/>
    <w:tmpl w:val="1C7C1C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6925AD"/>
    <w:multiLevelType w:val="hybridMultilevel"/>
    <w:tmpl w:val="AFE2F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03016E"/>
    <w:multiLevelType w:val="singleLevel"/>
    <w:tmpl w:val="88BCFB9C"/>
    <w:lvl w:ilvl="0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sz w:val="20"/>
      </w:rPr>
    </w:lvl>
  </w:abstractNum>
  <w:abstractNum w:abstractNumId="13">
    <w:nsid w:val="32662300"/>
    <w:multiLevelType w:val="hybridMultilevel"/>
    <w:tmpl w:val="D5E69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E11F48"/>
    <w:multiLevelType w:val="singleLevel"/>
    <w:tmpl w:val="0868CF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5">
    <w:nsid w:val="3E2E2EA4"/>
    <w:multiLevelType w:val="hybridMultilevel"/>
    <w:tmpl w:val="0A8A97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E11E8B"/>
    <w:multiLevelType w:val="hybridMultilevel"/>
    <w:tmpl w:val="BE044890"/>
    <w:lvl w:ilvl="0" w:tplc="88BCFB9C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BD1567"/>
    <w:multiLevelType w:val="hybridMultilevel"/>
    <w:tmpl w:val="7496F9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5C55C90"/>
    <w:multiLevelType w:val="hybridMultilevel"/>
    <w:tmpl w:val="9718E1A0"/>
    <w:lvl w:ilvl="0" w:tplc="3AE496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C75FC9"/>
    <w:multiLevelType w:val="singleLevel"/>
    <w:tmpl w:val="0868CF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0">
    <w:nsid w:val="51B54E82"/>
    <w:multiLevelType w:val="hybridMultilevel"/>
    <w:tmpl w:val="32626A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46D1F48"/>
    <w:multiLevelType w:val="hybridMultilevel"/>
    <w:tmpl w:val="53541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B43487"/>
    <w:multiLevelType w:val="multilevel"/>
    <w:tmpl w:val="436CFC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9F84354"/>
    <w:multiLevelType w:val="multilevel"/>
    <w:tmpl w:val="436CFC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F796484"/>
    <w:multiLevelType w:val="hybridMultilevel"/>
    <w:tmpl w:val="F1A86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2F231C"/>
    <w:multiLevelType w:val="hybridMultilevel"/>
    <w:tmpl w:val="3E48BFE4"/>
    <w:lvl w:ilvl="0" w:tplc="04090001">
      <w:start w:val="1"/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26">
    <w:nsid w:val="6CBF29F0"/>
    <w:multiLevelType w:val="hybridMultilevel"/>
    <w:tmpl w:val="13B8F3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B54167"/>
    <w:multiLevelType w:val="hybridMultilevel"/>
    <w:tmpl w:val="8D86C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8B765A"/>
    <w:multiLevelType w:val="hybridMultilevel"/>
    <w:tmpl w:val="4DECAB12"/>
    <w:lvl w:ilvl="0" w:tplc="88BCFB9C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945C7E"/>
    <w:multiLevelType w:val="multilevel"/>
    <w:tmpl w:val="436CFC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2"/>
  </w:num>
  <w:num w:numId="2">
    <w:abstractNumId w:val="11"/>
  </w:num>
  <w:num w:numId="3">
    <w:abstractNumId w:val="12"/>
  </w:num>
  <w:num w:numId="4">
    <w:abstractNumId w:val="14"/>
  </w:num>
  <w:num w:numId="5">
    <w:abstractNumId w:val="19"/>
  </w:num>
  <w:num w:numId="6">
    <w:abstractNumId w:val="28"/>
  </w:num>
  <w:num w:numId="7">
    <w:abstractNumId w:val="16"/>
  </w:num>
  <w:num w:numId="8">
    <w:abstractNumId w:val="9"/>
  </w:num>
  <w:num w:numId="9">
    <w:abstractNumId w:val="8"/>
  </w:num>
  <w:num w:numId="10">
    <w:abstractNumId w:val="5"/>
  </w:num>
  <w:num w:numId="11">
    <w:abstractNumId w:val="17"/>
  </w:num>
  <w:num w:numId="12">
    <w:abstractNumId w:val="10"/>
  </w:num>
  <w:num w:numId="13">
    <w:abstractNumId w:val="7"/>
  </w:num>
  <w:num w:numId="14">
    <w:abstractNumId w:val="27"/>
  </w:num>
  <w:num w:numId="15">
    <w:abstractNumId w:val="26"/>
  </w:num>
  <w:num w:numId="16">
    <w:abstractNumId w:val="3"/>
  </w:num>
  <w:num w:numId="17">
    <w:abstractNumId w:val="21"/>
  </w:num>
  <w:num w:numId="18">
    <w:abstractNumId w:val="6"/>
  </w:num>
  <w:num w:numId="19">
    <w:abstractNumId w:val="15"/>
  </w:num>
  <w:num w:numId="20">
    <w:abstractNumId w:val="0"/>
  </w:num>
  <w:num w:numId="21">
    <w:abstractNumId w:val="4"/>
  </w:num>
  <w:num w:numId="22">
    <w:abstractNumId w:val="13"/>
  </w:num>
  <w:num w:numId="23">
    <w:abstractNumId w:val="29"/>
  </w:num>
  <w:num w:numId="24">
    <w:abstractNumId w:val="23"/>
  </w:num>
  <w:num w:numId="25">
    <w:abstractNumId w:val="20"/>
  </w:num>
  <w:num w:numId="26">
    <w:abstractNumId w:val="2"/>
  </w:num>
  <w:num w:numId="27">
    <w:abstractNumId w:val="24"/>
  </w:num>
  <w:num w:numId="28">
    <w:abstractNumId w:val="1"/>
  </w:num>
  <w:num w:numId="29">
    <w:abstractNumId w:val="18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US" w:vendorID="64" w:dllVersion="131077" w:nlCheck="1" w:checkStyle="1"/>
  <w:proofState w:spelling="clean" w:grammar="clean"/>
  <w:attachedTemplate r:id="rId1"/>
  <w:stylePaneFormatFilter w:val="3F01"/>
  <w:defaultTabStop w:val="720"/>
  <w:drawingGridHorizontalSpacing w:val="10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CEB"/>
    <w:rsid w:val="000014D6"/>
    <w:rsid w:val="00016358"/>
    <w:rsid w:val="000E682C"/>
    <w:rsid w:val="001003FA"/>
    <w:rsid w:val="001029E8"/>
    <w:rsid w:val="00182320"/>
    <w:rsid w:val="0019485C"/>
    <w:rsid w:val="001A3EF0"/>
    <w:rsid w:val="001B4EED"/>
    <w:rsid w:val="00260CBE"/>
    <w:rsid w:val="002768BA"/>
    <w:rsid w:val="002772BF"/>
    <w:rsid w:val="00284CE9"/>
    <w:rsid w:val="00294847"/>
    <w:rsid w:val="00303447"/>
    <w:rsid w:val="0036081C"/>
    <w:rsid w:val="00361E8F"/>
    <w:rsid w:val="00362AFD"/>
    <w:rsid w:val="0037683E"/>
    <w:rsid w:val="003A3964"/>
    <w:rsid w:val="003B6211"/>
    <w:rsid w:val="003D0D8C"/>
    <w:rsid w:val="003D13D0"/>
    <w:rsid w:val="003E1C01"/>
    <w:rsid w:val="00407434"/>
    <w:rsid w:val="00424A8D"/>
    <w:rsid w:val="00434332"/>
    <w:rsid w:val="00461AC2"/>
    <w:rsid w:val="004A548D"/>
    <w:rsid w:val="004C6C79"/>
    <w:rsid w:val="004D2EA7"/>
    <w:rsid w:val="0052262A"/>
    <w:rsid w:val="00541C72"/>
    <w:rsid w:val="0059079B"/>
    <w:rsid w:val="005A12D9"/>
    <w:rsid w:val="005B3A21"/>
    <w:rsid w:val="005C0959"/>
    <w:rsid w:val="005F11A8"/>
    <w:rsid w:val="005F53D3"/>
    <w:rsid w:val="00632FED"/>
    <w:rsid w:val="00650F50"/>
    <w:rsid w:val="00681174"/>
    <w:rsid w:val="006A3593"/>
    <w:rsid w:val="006B66A9"/>
    <w:rsid w:val="006C4B5F"/>
    <w:rsid w:val="006D255B"/>
    <w:rsid w:val="006D45A1"/>
    <w:rsid w:val="00735601"/>
    <w:rsid w:val="007511D3"/>
    <w:rsid w:val="007A6CEB"/>
    <w:rsid w:val="008204AB"/>
    <w:rsid w:val="00865FD3"/>
    <w:rsid w:val="00896EB2"/>
    <w:rsid w:val="008A2A19"/>
    <w:rsid w:val="008E09B8"/>
    <w:rsid w:val="008F0BAF"/>
    <w:rsid w:val="0097697E"/>
    <w:rsid w:val="00984D6E"/>
    <w:rsid w:val="0099498D"/>
    <w:rsid w:val="009A6B12"/>
    <w:rsid w:val="009C021C"/>
    <w:rsid w:val="009C5DC7"/>
    <w:rsid w:val="009D6089"/>
    <w:rsid w:val="00A47C66"/>
    <w:rsid w:val="00A74B09"/>
    <w:rsid w:val="00AA1FAF"/>
    <w:rsid w:val="00AA2EBC"/>
    <w:rsid w:val="00B01841"/>
    <w:rsid w:val="00B450F7"/>
    <w:rsid w:val="00B50979"/>
    <w:rsid w:val="00B61C49"/>
    <w:rsid w:val="00B62B77"/>
    <w:rsid w:val="00B714DF"/>
    <w:rsid w:val="00B83533"/>
    <w:rsid w:val="00BD399D"/>
    <w:rsid w:val="00BD4E53"/>
    <w:rsid w:val="00BD5F69"/>
    <w:rsid w:val="00BE237E"/>
    <w:rsid w:val="00BE3CE3"/>
    <w:rsid w:val="00BF29C2"/>
    <w:rsid w:val="00C13434"/>
    <w:rsid w:val="00C14FED"/>
    <w:rsid w:val="00C17F84"/>
    <w:rsid w:val="00C80D7F"/>
    <w:rsid w:val="00C95742"/>
    <w:rsid w:val="00CD769B"/>
    <w:rsid w:val="00D106C3"/>
    <w:rsid w:val="00D26009"/>
    <w:rsid w:val="00D5076C"/>
    <w:rsid w:val="00D50FF9"/>
    <w:rsid w:val="00D55633"/>
    <w:rsid w:val="00D77792"/>
    <w:rsid w:val="00DB57DC"/>
    <w:rsid w:val="00E464A5"/>
    <w:rsid w:val="00E76B8D"/>
    <w:rsid w:val="00E81DD3"/>
    <w:rsid w:val="00E9684A"/>
    <w:rsid w:val="00ED7744"/>
    <w:rsid w:val="00F230E6"/>
    <w:rsid w:val="00F412FF"/>
    <w:rsid w:val="00F45B70"/>
    <w:rsid w:val="00F55D09"/>
    <w:rsid w:val="00F63029"/>
    <w:rsid w:val="00F73290"/>
    <w:rsid w:val="00F83CD3"/>
    <w:rsid w:val="00F971DD"/>
    <w:rsid w:val="00FA249E"/>
    <w:rsid w:val="00FA72DD"/>
    <w:rsid w:val="00FE09D9"/>
    <w:rsid w:val="00FE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06C3"/>
    <w:rPr>
      <w:rFonts w:ascii="Verdana" w:hAnsi="Verdana"/>
    </w:rPr>
  </w:style>
  <w:style w:type="paragraph" w:styleId="Heading1">
    <w:name w:val="heading 1"/>
    <w:basedOn w:val="Normal"/>
    <w:next w:val="Normal"/>
    <w:qFormat/>
    <w:rsid w:val="009A6B12"/>
    <w:pPr>
      <w:keepNext/>
      <w:numPr>
        <w:numId w:val="1"/>
      </w:numPr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A6B12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Heading3">
    <w:name w:val="heading 3"/>
    <w:aliases w:val="Heading 3 Char"/>
    <w:basedOn w:val="Normal"/>
    <w:next w:val="Normal"/>
    <w:qFormat/>
    <w:rsid w:val="009A6B1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9A6B1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A6B1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A6B12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A6B12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9A6B12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9A6B1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B4EED"/>
  </w:style>
  <w:style w:type="paragraph" w:styleId="TOC1">
    <w:name w:val="toc 1"/>
    <w:basedOn w:val="Normal"/>
    <w:next w:val="Normal"/>
    <w:autoRedefine/>
    <w:semiHidden/>
    <w:rsid w:val="009A6B12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semiHidden/>
    <w:rsid w:val="009A6B12"/>
    <w:pPr>
      <w:spacing w:before="240"/>
    </w:pPr>
    <w:rPr>
      <w:b/>
      <w:bCs/>
    </w:rPr>
  </w:style>
  <w:style w:type="character" w:styleId="Hyperlink">
    <w:name w:val="Hyperlink"/>
    <w:basedOn w:val="DefaultParagraphFont"/>
    <w:rsid w:val="009A6B12"/>
    <w:rPr>
      <w:color w:val="0000FF"/>
      <w:u w:val="single"/>
    </w:rPr>
  </w:style>
  <w:style w:type="table" w:styleId="TableGrid">
    <w:name w:val="Table Grid"/>
    <w:basedOn w:val="TableNormal"/>
    <w:rsid w:val="0097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9A6B12"/>
    <w:pPr>
      <w:spacing w:after="120" w:line="0" w:lineRule="atLeast"/>
      <w:ind w:left="360"/>
    </w:pPr>
    <w:rPr>
      <w:spacing w:val="-5"/>
    </w:rPr>
  </w:style>
  <w:style w:type="paragraph" w:customStyle="1" w:styleId="TableText">
    <w:name w:val="Table Text"/>
    <w:basedOn w:val="Normal"/>
    <w:rsid w:val="009A6B12"/>
    <w:pPr>
      <w:ind w:left="14"/>
    </w:pPr>
    <w:rPr>
      <w:spacing w:val="-5"/>
      <w:sz w:val="16"/>
    </w:rPr>
  </w:style>
  <w:style w:type="paragraph" w:styleId="Header">
    <w:name w:val="header"/>
    <w:basedOn w:val="Normal"/>
    <w:rsid w:val="009A6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6B12"/>
    <w:pPr>
      <w:tabs>
        <w:tab w:val="center" w:pos="4320"/>
        <w:tab w:val="right" w:pos="8640"/>
      </w:tabs>
    </w:pPr>
  </w:style>
  <w:style w:type="paragraph" w:customStyle="1" w:styleId="StyleTableHeader10pt">
    <w:name w:val="Style Table Header + 10 pt"/>
    <w:basedOn w:val="Normal"/>
    <w:rsid w:val="009A6B12"/>
    <w:pPr>
      <w:spacing w:before="60"/>
      <w:jc w:val="center"/>
    </w:pPr>
    <w:rPr>
      <w:b/>
      <w:bCs/>
      <w:spacing w:val="-5"/>
    </w:rPr>
  </w:style>
  <w:style w:type="paragraph" w:customStyle="1" w:styleId="FieldText">
    <w:name w:val="FieldText"/>
    <w:basedOn w:val="Normal"/>
    <w:rsid w:val="009A6B12"/>
    <w:pPr>
      <w:widowControl w:val="0"/>
    </w:pPr>
  </w:style>
  <w:style w:type="paragraph" w:customStyle="1" w:styleId="Subheaders">
    <w:name w:val="Sub headers"/>
    <w:basedOn w:val="Normal"/>
    <w:rsid w:val="00CD769B"/>
    <w:pPr>
      <w:framePr w:wrap="around" w:vAnchor="text" w:hAnchor="text" w:y="1"/>
      <w:shd w:val="clear" w:color="auto" w:fill="FFFFCC"/>
    </w:pPr>
    <w:rPr>
      <w:rFonts w:cs="Arial"/>
      <w:b/>
    </w:rPr>
  </w:style>
  <w:style w:type="paragraph" w:customStyle="1" w:styleId="Sectionheader">
    <w:name w:val="Section header"/>
    <w:basedOn w:val="Normal"/>
    <w:rsid w:val="006B66A9"/>
    <w:pPr>
      <w:shd w:val="clear" w:color="auto" w:fill="D9D9D9"/>
      <w:ind w:left="-180" w:right="-180"/>
    </w:pPr>
    <w:rPr>
      <w:b/>
      <w:color w:val="333399"/>
      <w:sz w:val="32"/>
      <w:szCs w:val="32"/>
    </w:rPr>
  </w:style>
  <w:style w:type="paragraph" w:customStyle="1" w:styleId="guide">
    <w:name w:val="guide"/>
    <w:basedOn w:val="Normal"/>
    <w:rsid w:val="009A6B12"/>
    <w:pPr>
      <w:jc w:val="both"/>
    </w:pPr>
    <w:rPr>
      <w:rFonts w:ascii="Times New Roman" w:hAnsi="Times New Roman"/>
      <w:i/>
      <w:iCs/>
      <w:lang w:val="en-GB"/>
    </w:rPr>
  </w:style>
  <w:style w:type="paragraph" w:styleId="TOC3">
    <w:name w:val="toc 3"/>
    <w:basedOn w:val="Normal"/>
    <w:next w:val="Normal"/>
    <w:autoRedefine/>
    <w:semiHidden/>
    <w:rsid w:val="009A6B12"/>
    <w:pPr>
      <w:ind w:left="400"/>
    </w:pPr>
  </w:style>
  <w:style w:type="character" w:styleId="FollowedHyperlink">
    <w:name w:val="FollowedHyperlink"/>
    <w:basedOn w:val="DefaultParagraphFont"/>
    <w:rsid w:val="009A6B12"/>
    <w:rPr>
      <w:color w:val="800080"/>
      <w:u w:val="single"/>
    </w:rPr>
  </w:style>
  <w:style w:type="paragraph" w:styleId="Date">
    <w:name w:val="Date"/>
    <w:basedOn w:val="Normal"/>
    <w:next w:val="Normal"/>
    <w:rsid w:val="009A6B12"/>
    <w:pPr>
      <w:spacing w:after="480"/>
    </w:pPr>
    <w:rPr>
      <w:rFonts w:ascii="Times New Roman" w:hAnsi="Times New Roman"/>
      <w:sz w:val="24"/>
      <w:szCs w:val="24"/>
    </w:rPr>
  </w:style>
  <w:style w:type="paragraph" w:customStyle="1" w:styleId="RecipientAddress">
    <w:name w:val="Recipient Address"/>
    <w:basedOn w:val="Normal"/>
    <w:rsid w:val="009A6B12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rsid w:val="009A6B1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BalloonText">
    <w:name w:val="Balloon Text"/>
    <w:basedOn w:val="Normal"/>
    <w:semiHidden/>
    <w:rsid w:val="004C6C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16358"/>
    <w:rPr>
      <w:sz w:val="16"/>
      <w:szCs w:val="16"/>
    </w:rPr>
  </w:style>
  <w:style w:type="paragraph" w:styleId="CommentText">
    <w:name w:val="annotation text"/>
    <w:basedOn w:val="Normal"/>
    <w:semiHidden/>
    <w:rsid w:val="00016358"/>
  </w:style>
  <w:style w:type="paragraph" w:styleId="CommentSubject">
    <w:name w:val="annotation subject"/>
    <w:basedOn w:val="CommentText"/>
    <w:next w:val="CommentText"/>
    <w:semiHidden/>
    <w:rsid w:val="00016358"/>
    <w:rPr>
      <w:b/>
      <w:bCs/>
    </w:rPr>
  </w:style>
  <w:style w:type="character" w:customStyle="1" w:styleId="apple-style-span">
    <w:name w:val="apple-style-span"/>
    <w:basedOn w:val="DefaultParagraphFont"/>
    <w:rsid w:val="004D2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06C3"/>
    <w:rPr>
      <w:rFonts w:ascii="Verdana" w:hAnsi="Verdan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B4EED"/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semiHidden/>
    <w:pPr>
      <w:spacing w:before="240"/>
    </w:pPr>
    <w:rPr>
      <w:b/>
      <w:bCs/>
    </w:r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97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after="120" w:line="0" w:lineRule="atLeast"/>
      <w:ind w:left="360"/>
    </w:pPr>
    <w:rPr>
      <w:spacing w:val="-5"/>
    </w:rPr>
  </w:style>
  <w:style w:type="paragraph" w:customStyle="1" w:styleId="TableText">
    <w:name w:val="Table Text"/>
    <w:basedOn w:val="Normal"/>
    <w:pPr>
      <w:ind w:left="14"/>
    </w:pPr>
    <w:rPr>
      <w:spacing w:val="-5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StyleTableHeader10pt">
    <w:name w:val="Style Table Header + 10 pt"/>
    <w:basedOn w:val="Normal"/>
    <w:pPr>
      <w:spacing w:before="60"/>
      <w:jc w:val="center"/>
    </w:pPr>
    <w:rPr>
      <w:b/>
      <w:bCs/>
      <w:spacing w:val="-5"/>
    </w:rPr>
  </w:style>
  <w:style w:type="paragraph" w:customStyle="1" w:styleId="FieldText">
    <w:name w:val="FieldText"/>
    <w:basedOn w:val="Normal"/>
    <w:pPr>
      <w:widowControl w:val="0"/>
    </w:pPr>
  </w:style>
  <w:style w:type="paragraph" w:customStyle="1" w:styleId="Subheaders">
    <w:name w:val="Sub headers"/>
    <w:basedOn w:val="Normal"/>
    <w:rsid w:val="00CD769B"/>
    <w:pPr>
      <w:framePr w:wrap="around" w:vAnchor="text" w:hAnchor="text" w:y="1"/>
      <w:shd w:val="clear" w:color="auto" w:fill="FFFFCC"/>
    </w:pPr>
    <w:rPr>
      <w:rFonts w:cs="Arial"/>
      <w:b/>
    </w:rPr>
  </w:style>
  <w:style w:type="paragraph" w:customStyle="1" w:styleId="Sectionheader">
    <w:name w:val="Section header"/>
    <w:basedOn w:val="Normal"/>
    <w:rsid w:val="006B66A9"/>
    <w:pPr>
      <w:shd w:val="clear" w:color="auto" w:fill="D9D9D9"/>
      <w:ind w:left="-180" w:right="-180"/>
    </w:pPr>
    <w:rPr>
      <w:b/>
      <w:color w:val="333399"/>
      <w:sz w:val="32"/>
      <w:szCs w:val="32"/>
    </w:rPr>
  </w:style>
  <w:style w:type="paragraph" w:customStyle="1" w:styleId="guide">
    <w:name w:val="guide"/>
    <w:basedOn w:val="Normal"/>
    <w:pPr>
      <w:jc w:val="both"/>
    </w:pPr>
    <w:rPr>
      <w:rFonts w:ascii="Times New Roman" w:hAnsi="Times New Roman"/>
      <w:i/>
      <w:iCs/>
      <w:lang w:val="en-GB"/>
    </w:r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Date">
    <w:name w:val="Date"/>
    <w:basedOn w:val="Normal"/>
    <w:next w:val="Normal"/>
    <w:pPr>
      <w:spacing w:after="480"/>
    </w:pPr>
    <w:rPr>
      <w:rFonts w:ascii="Times New Roman" w:hAnsi="Times New Roman"/>
      <w:sz w:val="24"/>
      <w:szCs w:val="24"/>
    </w:rPr>
  </w:style>
  <w:style w:type="paragraph" w:customStyle="1" w:styleId="RecipientAddress">
    <w:name w:val="Recipient Address"/>
    <w:basedOn w:val="Normal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BalloonText">
    <w:name w:val="Balloon Text"/>
    <w:basedOn w:val="Normal"/>
    <w:semiHidden/>
    <w:rsid w:val="004C6C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16358"/>
    <w:rPr>
      <w:sz w:val="16"/>
      <w:szCs w:val="16"/>
    </w:rPr>
  </w:style>
  <w:style w:type="paragraph" w:styleId="CommentText">
    <w:name w:val="annotation text"/>
    <w:basedOn w:val="Normal"/>
    <w:semiHidden/>
    <w:rsid w:val="00016358"/>
  </w:style>
  <w:style w:type="paragraph" w:styleId="CommentSubject">
    <w:name w:val="annotation subject"/>
    <w:basedOn w:val="CommentText"/>
    <w:next w:val="CommentText"/>
    <w:semiHidden/>
    <w:rsid w:val="000163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Comer\Application%20Data\Microsoft\Templates\Real%20estate%20client%20introduction%20letter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B1C2006A9CB49B9BFB9186EBF80D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75583-77CF-4AA1-83BB-F14ADD1E111D}"/>
      </w:docPartPr>
      <w:docPartBody>
        <w:p w:rsidR="00AE241A" w:rsidRDefault="00AE241A" w:rsidP="00AE241A">
          <w:pPr>
            <w:pStyle w:val="AB1C2006A9CB49B9BFB9186EBF80D790"/>
          </w:pPr>
          <w:r w:rsidRPr="008213A5">
            <w:t xml:space="preserve"> Your </w:t>
          </w:r>
          <w:r>
            <w:t>Name or Child’s Name</w:t>
          </w:r>
        </w:p>
      </w:docPartBody>
    </w:docPart>
    <w:docPart>
      <w:docPartPr>
        <w:name w:val="A521FC2967CE4D018842CE9F5BBB8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9D110-382B-4C8D-A056-F63600DDF5FE}"/>
      </w:docPartPr>
      <w:docPartBody>
        <w:p w:rsidR="00874DA5" w:rsidRDefault="00AE241A" w:rsidP="00AE241A">
          <w:pPr>
            <w:pStyle w:val="A521FC2967CE4D018842CE9F5BBB83CC"/>
          </w:pPr>
          <w:r w:rsidRPr="002F68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AE241A"/>
    <w:rsid w:val="00874DA5"/>
    <w:rsid w:val="00AE2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1C2006A9CB49B9BFB9186EBF80D790">
    <w:name w:val="AB1C2006A9CB49B9BFB9186EBF80D790"/>
    <w:rsid w:val="00AE241A"/>
  </w:style>
  <w:style w:type="character" w:styleId="PlaceholderText">
    <w:name w:val="Placeholder Text"/>
    <w:basedOn w:val="DefaultParagraphFont"/>
    <w:uiPriority w:val="99"/>
    <w:semiHidden/>
    <w:rsid w:val="00AE241A"/>
    <w:rPr>
      <w:color w:val="808080"/>
    </w:rPr>
  </w:style>
  <w:style w:type="paragraph" w:customStyle="1" w:styleId="657A52B73D4C467A80BD9C4287F8A601">
    <w:name w:val="657A52B73D4C467A80BD9C4287F8A601"/>
    <w:rsid w:val="00AE241A"/>
  </w:style>
  <w:style w:type="paragraph" w:customStyle="1" w:styleId="7E304C87F6794A83BE4E3BF7C40E56B8">
    <w:name w:val="7E304C87F6794A83BE4E3BF7C40E56B8"/>
    <w:rsid w:val="00AE241A"/>
  </w:style>
  <w:style w:type="paragraph" w:customStyle="1" w:styleId="5BDE6A02DF4846878065DC5AB58ACDE1">
    <w:name w:val="5BDE6A02DF4846878065DC5AB58ACDE1"/>
    <w:rsid w:val="00AE241A"/>
  </w:style>
  <w:style w:type="paragraph" w:customStyle="1" w:styleId="7333EB4707334D49AFFD698C942D5C80">
    <w:name w:val="7333EB4707334D49AFFD698C942D5C80"/>
    <w:rsid w:val="00AE241A"/>
  </w:style>
  <w:style w:type="paragraph" w:customStyle="1" w:styleId="42B4E6FB4DFA4A5E8DF0FDAC6EFEF74C">
    <w:name w:val="42B4E6FB4DFA4A5E8DF0FDAC6EFEF74C"/>
    <w:rsid w:val="00AE241A"/>
  </w:style>
  <w:style w:type="paragraph" w:customStyle="1" w:styleId="21733F7325204FF59F0695B08F82A80D">
    <w:name w:val="21733F7325204FF59F0695B08F82A80D"/>
    <w:rsid w:val="00AE241A"/>
  </w:style>
  <w:style w:type="paragraph" w:customStyle="1" w:styleId="A521FC2967CE4D018842CE9F5BBB83CC">
    <w:name w:val="A521FC2967CE4D018842CE9F5BBB83CC"/>
    <w:rsid w:val="00AE241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Real estate client introduction letter</Template>
  <TotalTime>9</TotalTime>
  <Pages>2</Pages>
  <Words>267</Words>
  <Characters>1523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MComer</dc:creator>
  <cp:lastModifiedBy>Jessica Forgety</cp:lastModifiedBy>
  <cp:revision>2</cp:revision>
  <cp:lastPrinted>2010-09-22T17:54:00Z</cp:lastPrinted>
  <dcterms:created xsi:type="dcterms:W3CDTF">2011-11-01T16:42:00Z</dcterms:created>
  <dcterms:modified xsi:type="dcterms:W3CDTF">2011-11-01T16:42:00Z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TC011599831033</vt:lpwstr>
  </property>
</Properties>
</file>